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DE6" w:rsidRPr="009E72DF" w:rsidRDefault="00242DE6" w:rsidP="00E558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324pt;margin-top:-.65pt;width:126pt;height:86.8pt;z-index:-251658240;visibility:visible">
            <v:imagedata r:id="rId6" o:title="" croptop="50264f" cropbottom="5799f" cropleft="6931f" cropright="39700f"/>
          </v:shape>
        </w:pict>
      </w:r>
      <w:r w:rsidRPr="009E72DF">
        <w:rPr>
          <w:rFonts w:ascii="Times New Roman" w:hAnsi="Times New Roman"/>
          <w:b/>
          <w:bCs/>
          <w:sz w:val="24"/>
          <w:szCs w:val="24"/>
        </w:rPr>
        <w:t>Результаты освоения программы</w:t>
      </w:r>
    </w:p>
    <w:p w:rsidR="00242DE6" w:rsidRPr="009E72DF" w:rsidRDefault="00242DE6" w:rsidP="00E558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E72DF">
        <w:rPr>
          <w:rFonts w:ascii="Times New Roman" w:hAnsi="Times New Roman"/>
          <w:b/>
          <w:bCs/>
          <w:sz w:val="24"/>
          <w:szCs w:val="24"/>
        </w:rPr>
        <w:t>внеурочной деятельности АЗБУКА БЕЗОПАСНОСТИ во 2 классе</w:t>
      </w:r>
    </w:p>
    <w:p w:rsidR="00242DE6" w:rsidRPr="009E72DF" w:rsidRDefault="00242DE6" w:rsidP="00E558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42DE6" w:rsidRPr="009E72DF" w:rsidRDefault="00242DE6" w:rsidP="00E55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72DF">
        <w:rPr>
          <w:rFonts w:ascii="Times New Roman" w:hAnsi="Times New Roman"/>
          <w:sz w:val="24"/>
          <w:szCs w:val="24"/>
        </w:rPr>
        <w:t>По окончании изучения программы школьниками должны быть достигнуты определенные результаты.</w:t>
      </w:r>
    </w:p>
    <w:p w:rsidR="00242DE6" w:rsidRPr="009E72DF" w:rsidRDefault="00242DE6" w:rsidP="00E55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E72DF">
        <w:rPr>
          <w:rFonts w:ascii="Times New Roman" w:hAnsi="Times New Roman"/>
          <w:b/>
          <w:bCs/>
          <w:sz w:val="24"/>
          <w:szCs w:val="24"/>
        </w:rPr>
        <w:t>Личностные результаты:</w:t>
      </w:r>
    </w:p>
    <w:p w:rsidR="00242DE6" w:rsidRPr="009E72DF" w:rsidRDefault="00242DE6" w:rsidP="00E55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72DF">
        <w:rPr>
          <w:rFonts w:ascii="Times New Roman" w:hAnsi="Times New Roman"/>
          <w:sz w:val="24"/>
          <w:szCs w:val="24"/>
        </w:rPr>
        <w:t>–– развитие мотивов внеучебной деятельности и формирование личностного смысла учения;</w:t>
      </w:r>
    </w:p>
    <w:p w:rsidR="00242DE6" w:rsidRPr="009E72DF" w:rsidRDefault="00242DE6" w:rsidP="00E55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72DF">
        <w:rPr>
          <w:rFonts w:ascii="Times New Roman" w:hAnsi="Times New Roman"/>
          <w:sz w:val="24"/>
          <w:szCs w:val="24"/>
        </w:rPr>
        <w:t>–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242DE6" w:rsidRPr="009E72DF" w:rsidRDefault="00242DE6" w:rsidP="00E55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72DF">
        <w:rPr>
          <w:rFonts w:ascii="Times New Roman" w:hAnsi="Times New Roman"/>
          <w:sz w:val="24"/>
          <w:szCs w:val="24"/>
        </w:rPr>
        <w:t>– развитие навыков сотрудничества со взрослыми и сверстниками, умения не создавать конфликтов и находить выходы из спорных ситуаций;</w:t>
      </w:r>
    </w:p>
    <w:p w:rsidR="00242DE6" w:rsidRPr="009E72DF" w:rsidRDefault="00242DE6" w:rsidP="00E55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72DF">
        <w:rPr>
          <w:rFonts w:ascii="Times New Roman" w:hAnsi="Times New Roman"/>
          <w:sz w:val="24"/>
          <w:szCs w:val="24"/>
        </w:rPr>
        <w:t>– формирование установки на безопасный, здоровый образ жизни;</w:t>
      </w:r>
    </w:p>
    <w:p w:rsidR="00242DE6" w:rsidRPr="009E72DF" w:rsidRDefault="00242DE6" w:rsidP="00E55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E72DF">
        <w:rPr>
          <w:rFonts w:ascii="Times New Roman" w:hAnsi="Times New Roman"/>
          <w:b/>
          <w:bCs/>
          <w:sz w:val="24"/>
          <w:szCs w:val="24"/>
        </w:rPr>
        <w:t>Метапредметные результаты:</w:t>
      </w:r>
    </w:p>
    <w:p w:rsidR="00242DE6" w:rsidRPr="009E72DF" w:rsidRDefault="00242DE6" w:rsidP="00E55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72DF">
        <w:rPr>
          <w:rFonts w:ascii="Times New Roman" w:hAnsi="Times New Roman"/>
          <w:sz w:val="24"/>
          <w:szCs w:val="24"/>
        </w:rPr>
        <w:t>– овладение способностью принимать и сохранять цели и задачи внеучебной деятельности, поиска средств ее осуществления;</w:t>
      </w:r>
    </w:p>
    <w:p w:rsidR="00242DE6" w:rsidRPr="009E72DF" w:rsidRDefault="00242DE6" w:rsidP="00E55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72DF">
        <w:rPr>
          <w:rFonts w:ascii="Times New Roman" w:hAnsi="Times New Roman"/>
          <w:sz w:val="24"/>
          <w:szCs w:val="24"/>
        </w:rPr>
        <w:t>– формирование умения планировать, контролировать и оценивать учебные действия в соответствии с поставленной задачей и условиями ее</w:t>
      </w:r>
    </w:p>
    <w:p w:rsidR="00242DE6" w:rsidRPr="009E72DF" w:rsidRDefault="00242DE6" w:rsidP="00E55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72DF">
        <w:rPr>
          <w:rFonts w:ascii="Times New Roman" w:hAnsi="Times New Roman"/>
          <w:sz w:val="24"/>
          <w:szCs w:val="24"/>
        </w:rPr>
        <w:t>реализации; определять наиболее эффективные способы достижения результата;</w:t>
      </w:r>
    </w:p>
    <w:p w:rsidR="00242DE6" w:rsidRPr="009E72DF" w:rsidRDefault="00242DE6" w:rsidP="00E55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72DF">
        <w:rPr>
          <w:rFonts w:ascii="Times New Roman" w:hAnsi="Times New Roman"/>
          <w:sz w:val="24"/>
          <w:szCs w:val="24"/>
        </w:rPr>
        <w:t>–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242DE6" w:rsidRPr="009E72DF" w:rsidRDefault="00242DE6" w:rsidP="00E55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72DF">
        <w:rPr>
          <w:rFonts w:ascii="Times New Roman" w:hAnsi="Times New Roman"/>
          <w:sz w:val="24"/>
          <w:szCs w:val="24"/>
        </w:rPr>
        <w:t>– формирование первоначальных представлений о значении культуры безопасности жизнедеятельности для сохранения здоровья человека (физического, социального и психологического), о правилах и нормах безопасного поведения и здоровье как факторах успешной учебы и социализации;</w:t>
      </w:r>
    </w:p>
    <w:p w:rsidR="00242DE6" w:rsidRPr="009E72DF" w:rsidRDefault="00242DE6" w:rsidP="00E55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72DF">
        <w:rPr>
          <w:rFonts w:ascii="Times New Roman" w:hAnsi="Times New Roman"/>
          <w:sz w:val="24"/>
          <w:szCs w:val="24"/>
        </w:rPr>
        <w:t>– овладение умениями безопасного поведения в повседневной жизни и в быту.</w:t>
      </w:r>
    </w:p>
    <w:p w:rsidR="00242DE6" w:rsidRPr="009E72DF" w:rsidRDefault="00242DE6" w:rsidP="00E55867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9E72DF">
        <w:rPr>
          <w:rFonts w:ascii="Times New Roman" w:hAnsi="Times New Roman"/>
          <w:sz w:val="24"/>
          <w:szCs w:val="24"/>
        </w:rPr>
        <w:t xml:space="preserve">В соответствии с ФГОС при отборе содержания и конструировании курса особое внимание уделяется освоению </w:t>
      </w:r>
      <w:r w:rsidRPr="009E72DF">
        <w:rPr>
          <w:rFonts w:ascii="Times New Roman" w:hAnsi="Times New Roman"/>
          <w:b/>
          <w:bCs/>
          <w:i/>
          <w:iCs/>
          <w:sz w:val="24"/>
          <w:szCs w:val="24"/>
        </w:rPr>
        <w:t xml:space="preserve">метапредметных результатов изучения. </w:t>
      </w:r>
      <w:r w:rsidRPr="009E72DF">
        <w:rPr>
          <w:rFonts w:ascii="Times New Roman" w:hAnsi="Times New Roman"/>
          <w:sz w:val="24"/>
          <w:szCs w:val="24"/>
        </w:rPr>
        <w:t xml:space="preserve">Достижения в области метапредметных результатов позволяет рассматривать деятельность младшего школьника и обеспечить формирование новообразований в его психической и личностной сфере. </w:t>
      </w:r>
    </w:p>
    <w:p w:rsidR="00242DE6" w:rsidRPr="009E72DF" w:rsidRDefault="00242DE6" w:rsidP="00E55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72DF">
        <w:rPr>
          <w:rFonts w:ascii="Times New Roman" w:hAnsi="Times New Roman"/>
          <w:sz w:val="24"/>
          <w:szCs w:val="24"/>
        </w:rPr>
        <w:t xml:space="preserve">С этой целью планируется у обучающихся формирование следующих </w:t>
      </w:r>
      <w:r w:rsidRPr="009E72DF">
        <w:rPr>
          <w:rFonts w:ascii="Times New Roman" w:hAnsi="Times New Roman"/>
          <w:b/>
          <w:i/>
          <w:iCs/>
          <w:sz w:val="24"/>
          <w:szCs w:val="24"/>
        </w:rPr>
        <w:t>универсальных учебных действий:</w:t>
      </w:r>
    </w:p>
    <w:p w:rsidR="00242DE6" w:rsidRPr="009E72DF" w:rsidRDefault="00242DE6" w:rsidP="00E55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9E72DF">
        <w:rPr>
          <w:rFonts w:ascii="Times New Roman" w:hAnsi="Times New Roman"/>
          <w:sz w:val="24"/>
          <w:szCs w:val="24"/>
        </w:rPr>
        <w:t>-</w:t>
      </w:r>
      <w:r w:rsidRPr="009E72DF">
        <w:rPr>
          <w:rFonts w:ascii="Times New Roman" w:hAnsi="Times New Roman"/>
          <w:b/>
          <w:iCs/>
          <w:sz w:val="24"/>
          <w:szCs w:val="24"/>
        </w:rPr>
        <w:t>познавательные</w:t>
      </w:r>
      <w:r w:rsidRPr="009E72DF">
        <w:rPr>
          <w:rFonts w:ascii="Times New Roman" w:hAnsi="Times New Roman"/>
          <w:iCs/>
          <w:sz w:val="24"/>
          <w:szCs w:val="24"/>
        </w:rPr>
        <w:t xml:space="preserve"> как способность применять для решения практических задач различные умственные операции (сравнение, обобщение, анализ, доказательства и др.);</w:t>
      </w:r>
    </w:p>
    <w:p w:rsidR="00242DE6" w:rsidRPr="009E72DF" w:rsidRDefault="00242DE6" w:rsidP="00E55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9E72DF">
        <w:rPr>
          <w:rFonts w:ascii="Times New Roman" w:hAnsi="Times New Roman"/>
          <w:sz w:val="24"/>
          <w:szCs w:val="24"/>
        </w:rPr>
        <w:t>-</w:t>
      </w:r>
      <w:r w:rsidRPr="009E72DF">
        <w:rPr>
          <w:rFonts w:ascii="Times New Roman" w:hAnsi="Times New Roman"/>
          <w:b/>
          <w:iCs/>
          <w:sz w:val="24"/>
          <w:szCs w:val="24"/>
        </w:rPr>
        <w:t xml:space="preserve">регулятивные </w:t>
      </w:r>
      <w:r w:rsidRPr="009E72DF">
        <w:rPr>
          <w:rFonts w:ascii="Times New Roman" w:hAnsi="Times New Roman"/>
          <w:iCs/>
          <w:sz w:val="24"/>
          <w:szCs w:val="24"/>
        </w:rPr>
        <w:t>как владение способами организации, планирования различных видов деятельности (репродуктивной, поисковой, исследовательской, творческой), понимание специфики каждой;</w:t>
      </w:r>
    </w:p>
    <w:p w:rsidR="00242DE6" w:rsidRPr="009E72DF" w:rsidRDefault="00242DE6" w:rsidP="00E55867">
      <w:pPr>
        <w:pStyle w:val="BodyText3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9E72DF">
        <w:rPr>
          <w:rFonts w:ascii="Times New Roman" w:hAnsi="Times New Roman"/>
          <w:b/>
          <w:sz w:val="24"/>
          <w:szCs w:val="24"/>
        </w:rPr>
        <w:t>-</w:t>
      </w:r>
      <w:r w:rsidRPr="009E72DF">
        <w:rPr>
          <w:rFonts w:ascii="Times New Roman" w:hAnsi="Times New Roman"/>
          <w:b/>
          <w:iCs/>
          <w:sz w:val="24"/>
          <w:szCs w:val="24"/>
        </w:rPr>
        <w:t>коммуникативные</w:t>
      </w:r>
      <w:r w:rsidRPr="009E72DF">
        <w:rPr>
          <w:rFonts w:ascii="Times New Roman" w:hAnsi="Times New Roman"/>
          <w:iCs/>
          <w:sz w:val="24"/>
          <w:szCs w:val="24"/>
        </w:rPr>
        <w:t xml:space="preserve"> как способности в связной логически целесообразной форме речи передать результаты изучения объектов окружающего мира; владение рассуждением, описанием повествованием</w:t>
      </w:r>
      <w:r w:rsidRPr="009E72DF">
        <w:rPr>
          <w:rFonts w:ascii="Times New Roman" w:hAnsi="Times New Roman"/>
          <w:i/>
          <w:iCs/>
          <w:sz w:val="24"/>
          <w:szCs w:val="24"/>
        </w:rPr>
        <w:t>.</w:t>
      </w:r>
    </w:p>
    <w:p w:rsidR="00242DE6" w:rsidRPr="009E72DF" w:rsidRDefault="00242DE6" w:rsidP="00E55867">
      <w:pPr>
        <w:pStyle w:val="Style9"/>
        <w:widowControl/>
        <w:jc w:val="center"/>
        <w:rPr>
          <w:rStyle w:val="FontStyle42"/>
          <w:rFonts w:ascii="Times New Roman" w:hAnsi="Times New Roman"/>
          <w:b/>
          <w:sz w:val="24"/>
        </w:rPr>
      </w:pPr>
    </w:p>
    <w:p w:rsidR="00242DE6" w:rsidRPr="009E72DF" w:rsidRDefault="00242DE6" w:rsidP="00F9241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9E72DF">
        <w:rPr>
          <w:rStyle w:val="Strong"/>
          <w:rFonts w:ascii="Times New Roman" w:hAnsi="Times New Roman"/>
          <w:sz w:val="24"/>
          <w:szCs w:val="24"/>
        </w:rPr>
        <w:t>Содержание  программы  (2 класс)</w:t>
      </w:r>
    </w:p>
    <w:p w:rsidR="00242DE6" w:rsidRPr="009E72DF" w:rsidRDefault="00242DE6" w:rsidP="00F92410">
      <w:pPr>
        <w:pStyle w:val="body"/>
        <w:spacing w:before="0" w:beforeAutospacing="0" w:after="0" w:afterAutospacing="0"/>
        <w:ind w:firstLine="709"/>
        <w:jc w:val="both"/>
        <w:rPr>
          <w:rStyle w:val="Strong"/>
        </w:rPr>
      </w:pPr>
      <w:r w:rsidRPr="009E72DF">
        <w:rPr>
          <w:rStyle w:val="Strong"/>
        </w:rPr>
        <w:t>I. Опасные ситуации, возникающие в повседневной жизни, правила поведения учащихся (20 ч)</w:t>
      </w:r>
    </w:p>
    <w:p w:rsidR="00242DE6" w:rsidRPr="009E72DF" w:rsidRDefault="00242DE6" w:rsidP="00F92410">
      <w:pPr>
        <w:pStyle w:val="1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9E72DF">
        <w:rPr>
          <w:rFonts w:ascii="Times New Roman" w:hAnsi="Times New Roman"/>
          <w:i/>
          <w:sz w:val="24"/>
          <w:szCs w:val="24"/>
        </w:rPr>
        <w:t xml:space="preserve"> Пожарная безопасность и поведение при пожаре</w:t>
      </w:r>
    </w:p>
    <w:p w:rsidR="00242DE6" w:rsidRPr="009E72DF" w:rsidRDefault="00242DE6" w:rsidP="00F92410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9E72DF">
        <w:rPr>
          <w:rFonts w:ascii="Times New Roman" w:hAnsi="Times New Roman"/>
          <w:sz w:val="24"/>
          <w:szCs w:val="24"/>
        </w:rPr>
        <w:t xml:space="preserve">Пожар в общественных местах (школа, кинотеатр), причина пожаров. </w:t>
      </w:r>
    </w:p>
    <w:p w:rsidR="00242DE6" w:rsidRPr="009E72DF" w:rsidRDefault="00242DE6" w:rsidP="00F92410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9E72DF">
        <w:rPr>
          <w:rFonts w:ascii="Times New Roman" w:hAnsi="Times New Roman"/>
          <w:sz w:val="24"/>
          <w:szCs w:val="24"/>
        </w:rPr>
        <w:t xml:space="preserve">Правила поведения при возникновении пожара в общественных местах. </w:t>
      </w:r>
    </w:p>
    <w:p w:rsidR="00242DE6" w:rsidRPr="009E72DF" w:rsidRDefault="00242DE6" w:rsidP="00F92410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9E72DF">
        <w:rPr>
          <w:rFonts w:ascii="Times New Roman" w:hAnsi="Times New Roman"/>
          <w:sz w:val="24"/>
          <w:szCs w:val="24"/>
        </w:rPr>
        <w:t>Страх, навыки безопасного поведения.</w:t>
      </w:r>
    </w:p>
    <w:p w:rsidR="00242DE6" w:rsidRPr="009E72DF" w:rsidRDefault="00242DE6" w:rsidP="00F92410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9E72DF">
        <w:rPr>
          <w:rFonts w:ascii="Times New Roman" w:hAnsi="Times New Roman"/>
          <w:sz w:val="24"/>
          <w:szCs w:val="24"/>
        </w:rPr>
        <w:t>Возникновение пожара в общественном транспорте, правила поведения.</w:t>
      </w:r>
    </w:p>
    <w:p w:rsidR="00242DE6" w:rsidRPr="009E72DF" w:rsidRDefault="00242DE6" w:rsidP="00F92410">
      <w:pPr>
        <w:pStyle w:val="1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9E72DF">
        <w:rPr>
          <w:rFonts w:ascii="Times New Roman" w:hAnsi="Times New Roman"/>
          <w:i/>
          <w:sz w:val="24"/>
          <w:szCs w:val="24"/>
        </w:rPr>
        <w:t>Безопасное поведение в быту</w:t>
      </w:r>
    </w:p>
    <w:p w:rsidR="00242DE6" w:rsidRPr="009E72DF" w:rsidRDefault="00242DE6" w:rsidP="00F92410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9E72DF">
        <w:rPr>
          <w:rFonts w:ascii="Times New Roman" w:hAnsi="Times New Roman"/>
          <w:sz w:val="24"/>
          <w:szCs w:val="24"/>
        </w:rPr>
        <w:t>Лифт — наш домашний транспорт.</w:t>
      </w:r>
    </w:p>
    <w:p w:rsidR="00242DE6" w:rsidRPr="009E72DF" w:rsidRDefault="00242DE6" w:rsidP="00F92410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9E72DF">
        <w:rPr>
          <w:rFonts w:ascii="Times New Roman" w:hAnsi="Times New Roman"/>
          <w:sz w:val="24"/>
          <w:szCs w:val="24"/>
        </w:rPr>
        <w:t xml:space="preserve">Меры безопасности при пользовании предметами бытовой химии. </w:t>
      </w:r>
    </w:p>
    <w:p w:rsidR="00242DE6" w:rsidRPr="009E72DF" w:rsidRDefault="00242DE6" w:rsidP="00F92410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9E72DF">
        <w:rPr>
          <w:rFonts w:ascii="Times New Roman" w:hAnsi="Times New Roman"/>
          <w:sz w:val="24"/>
          <w:szCs w:val="24"/>
        </w:rPr>
        <w:t>Профилактика отравлений.</w:t>
      </w:r>
    </w:p>
    <w:p w:rsidR="00242DE6" w:rsidRPr="009E72DF" w:rsidRDefault="00242DE6" w:rsidP="00F92410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9E72DF">
        <w:rPr>
          <w:rFonts w:ascii="Times New Roman" w:hAnsi="Times New Roman"/>
          <w:sz w:val="24"/>
          <w:szCs w:val="24"/>
        </w:rPr>
        <w:t xml:space="preserve">Природный  газ: друг или враг. </w:t>
      </w:r>
    </w:p>
    <w:p w:rsidR="00242DE6" w:rsidRPr="009E72DF" w:rsidRDefault="00242DE6" w:rsidP="00F92410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9E72DF">
        <w:rPr>
          <w:rFonts w:ascii="Times New Roman" w:hAnsi="Times New Roman"/>
          <w:sz w:val="24"/>
          <w:szCs w:val="24"/>
        </w:rPr>
        <w:t>Соблюдение мер безопасности при пользовании газовыми приборами и печным отоплением.</w:t>
      </w:r>
    </w:p>
    <w:p w:rsidR="00242DE6" w:rsidRPr="009E72DF" w:rsidRDefault="00242DE6" w:rsidP="00F92410">
      <w:pPr>
        <w:pStyle w:val="1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9E72DF">
        <w:rPr>
          <w:rFonts w:ascii="Times New Roman" w:hAnsi="Times New Roman"/>
          <w:i/>
          <w:sz w:val="24"/>
          <w:szCs w:val="24"/>
        </w:rPr>
        <w:t>Электричество и безопасность.</w:t>
      </w:r>
    </w:p>
    <w:p w:rsidR="00242DE6" w:rsidRPr="009E72DF" w:rsidRDefault="00242DE6" w:rsidP="00F92410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9E72DF">
        <w:rPr>
          <w:rFonts w:ascii="Times New Roman" w:hAnsi="Times New Roman"/>
          <w:sz w:val="24"/>
          <w:szCs w:val="24"/>
        </w:rPr>
        <w:t>Соблюдение мер безопасности при пользовании электрическими приборами в быту. Электротравмы.</w:t>
      </w:r>
    </w:p>
    <w:p w:rsidR="00242DE6" w:rsidRPr="009E72DF" w:rsidRDefault="00242DE6" w:rsidP="00F92410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9E72DF">
        <w:rPr>
          <w:rFonts w:ascii="Times New Roman" w:hAnsi="Times New Roman"/>
          <w:sz w:val="24"/>
          <w:szCs w:val="24"/>
        </w:rPr>
        <w:t xml:space="preserve">Объекты электроэнергетики. Правила поведения человека, находящегося у объектов электроэнергетики. Охранная зона ЛЭП. </w:t>
      </w:r>
    </w:p>
    <w:p w:rsidR="00242DE6" w:rsidRPr="009E72DF" w:rsidRDefault="00242DE6" w:rsidP="00F92410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9E72DF">
        <w:rPr>
          <w:rFonts w:ascii="Times New Roman" w:hAnsi="Times New Roman"/>
          <w:sz w:val="24"/>
          <w:szCs w:val="24"/>
        </w:rPr>
        <w:t>Электроустановки. Воздушные и кабельные линии электропередач, электрические трансформаторные подстанции.</w:t>
      </w:r>
    </w:p>
    <w:p w:rsidR="00242DE6" w:rsidRPr="009E72DF" w:rsidRDefault="00242DE6" w:rsidP="00F92410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9E72DF">
        <w:rPr>
          <w:rFonts w:ascii="Times New Roman" w:hAnsi="Times New Roman"/>
          <w:sz w:val="24"/>
          <w:szCs w:val="24"/>
        </w:rPr>
        <w:t>Основные правила поведения человека, оказавшегося в непосредственной близости к объектам электроэнергетики, в т.ч. и в аварийных ситуациях. Напряжение прикосновения. Напряжение шага.</w:t>
      </w:r>
    </w:p>
    <w:p w:rsidR="00242DE6" w:rsidRPr="009E72DF" w:rsidRDefault="00242DE6" w:rsidP="00F92410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9E72DF">
        <w:rPr>
          <w:rFonts w:ascii="Times New Roman" w:hAnsi="Times New Roman"/>
          <w:sz w:val="24"/>
          <w:szCs w:val="24"/>
        </w:rPr>
        <w:t>Атмосферное электричество. Гроза. Правила поведения людей при приближении и прохождении грозового фронта.</w:t>
      </w:r>
    </w:p>
    <w:p w:rsidR="00242DE6" w:rsidRPr="009E72DF" w:rsidRDefault="00242DE6" w:rsidP="00F92410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9E72DF">
        <w:rPr>
          <w:rFonts w:ascii="Times New Roman" w:hAnsi="Times New Roman"/>
          <w:sz w:val="24"/>
          <w:szCs w:val="24"/>
        </w:rPr>
        <w:t>Первая доврачебная помощь при поражении электрическим током и угарным газом.</w:t>
      </w:r>
    </w:p>
    <w:p w:rsidR="00242DE6" w:rsidRPr="009E72DF" w:rsidRDefault="00242DE6" w:rsidP="00F92410">
      <w:pPr>
        <w:shd w:val="clear" w:color="auto" w:fill="FFFFFF"/>
        <w:tabs>
          <w:tab w:val="left" w:pos="749"/>
          <w:tab w:val="left" w:pos="993"/>
          <w:tab w:val="left" w:pos="1276"/>
        </w:tabs>
        <w:spacing w:after="0" w:line="240" w:lineRule="auto"/>
        <w:ind w:right="29" w:firstLine="709"/>
        <w:jc w:val="both"/>
        <w:rPr>
          <w:rFonts w:ascii="Times New Roman" w:hAnsi="Times New Roman"/>
          <w:b/>
          <w:sz w:val="24"/>
          <w:szCs w:val="24"/>
        </w:rPr>
      </w:pPr>
      <w:r w:rsidRPr="009E72DF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9E72DF">
        <w:rPr>
          <w:rFonts w:ascii="Times New Roman" w:hAnsi="Times New Roman"/>
          <w:b/>
          <w:sz w:val="24"/>
          <w:szCs w:val="24"/>
        </w:rPr>
        <w:t>. Защита человека в чрезвычайных ситуациях (8 ч)</w:t>
      </w:r>
    </w:p>
    <w:p w:rsidR="00242DE6" w:rsidRPr="009E72DF" w:rsidRDefault="00242DE6" w:rsidP="00F92410">
      <w:pPr>
        <w:pStyle w:val="1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9E72DF">
        <w:rPr>
          <w:rFonts w:ascii="Times New Roman" w:hAnsi="Times New Roman"/>
          <w:i/>
          <w:sz w:val="24"/>
          <w:szCs w:val="24"/>
        </w:rPr>
        <w:t>Чрезвычайные ситуации</w:t>
      </w:r>
    </w:p>
    <w:p w:rsidR="00242DE6" w:rsidRPr="009E72DF" w:rsidRDefault="00242DE6" w:rsidP="00F92410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9E72DF">
        <w:rPr>
          <w:rFonts w:ascii="Times New Roman" w:hAnsi="Times New Roman"/>
          <w:sz w:val="24"/>
          <w:szCs w:val="24"/>
        </w:rPr>
        <w:t xml:space="preserve">Чрезвычайные ситуации природного происхождения - стихийные бедствия. </w:t>
      </w:r>
    </w:p>
    <w:p w:rsidR="00242DE6" w:rsidRPr="009E72DF" w:rsidRDefault="00242DE6" w:rsidP="00F92410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9E72DF">
        <w:rPr>
          <w:rFonts w:ascii="Times New Roman" w:hAnsi="Times New Roman"/>
          <w:sz w:val="24"/>
          <w:szCs w:val="24"/>
        </w:rPr>
        <w:t>Примеры стихийных бедствий: тайфуны, ураганы, бури (штормы), смерчи, снегопады, метели, наводнения. Их последствия, мероприятия по защите.</w:t>
      </w:r>
    </w:p>
    <w:p w:rsidR="00242DE6" w:rsidRPr="009E72DF" w:rsidRDefault="00242DE6" w:rsidP="00F92410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9E72DF">
        <w:rPr>
          <w:rFonts w:ascii="Times New Roman" w:hAnsi="Times New Roman"/>
          <w:sz w:val="24"/>
          <w:szCs w:val="24"/>
        </w:rPr>
        <w:t>Лесные пожары. Действия школьников по их предупреждению.</w:t>
      </w:r>
    </w:p>
    <w:p w:rsidR="00242DE6" w:rsidRPr="009E72DF" w:rsidRDefault="00242DE6" w:rsidP="00F92410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9E72DF">
        <w:rPr>
          <w:rFonts w:ascii="Times New Roman" w:hAnsi="Times New Roman"/>
          <w:sz w:val="24"/>
          <w:szCs w:val="24"/>
        </w:rPr>
        <w:t>Правила пожарной безопасности и средства защиты органов дыхания, предназначенных для безопасности эвакуации людей при пожарах.</w:t>
      </w:r>
    </w:p>
    <w:p w:rsidR="00242DE6" w:rsidRPr="009E72DF" w:rsidRDefault="00242DE6" w:rsidP="00F92410">
      <w:pPr>
        <w:pStyle w:val="1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9E72DF">
        <w:rPr>
          <w:rFonts w:ascii="Times New Roman" w:hAnsi="Times New Roman"/>
          <w:i/>
          <w:sz w:val="24"/>
          <w:szCs w:val="24"/>
        </w:rPr>
        <w:t>Основные мероприятия гражданской обороны по защите населения</w:t>
      </w:r>
    </w:p>
    <w:p w:rsidR="00242DE6" w:rsidRPr="009E72DF" w:rsidRDefault="00242DE6" w:rsidP="00F92410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9E72DF">
        <w:rPr>
          <w:rFonts w:ascii="Times New Roman" w:hAnsi="Times New Roman"/>
          <w:sz w:val="24"/>
          <w:szCs w:val="24"/>
        </w:rPr>
        <w:t>Организация оповещения населения о чрезвычайных ситуациях. Примеры содержания речевой информации о чрезвычайных ситуациях.</w:t>
      </w:r>
    </w:p>
    <w:p w:rsidR="00242DE6" w:rsidRPr="009E72DF" w:rsidRDefault="00242DE6" w:rsidP="00F92410">
      <w:pPr>
        <w:keepNext/>
        <w:keepLines/>
        <w:spacing w:after="0" w:line="240" w:lineRule="auto"/>
        <w:ind w:firstLine="709"/>
        <w:jc w:val="both"/>
        <w:outlineLvl w:val="8"/>
        <w:rPr>
          <w:rFonts w:ascii="Times New Roman" w:hAnsi="Times New Roman"/>
          <w:sz w:val="24"/>
          <w:szCs w:val="24"/>
        </w:rPr>
      </w:pPr>
      <w:r w:rsidRPr="009E72DF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9E72DF">
        <w:rPr>
          <w:rFonts w:ascii="Times New Roman" w:hAnsi="Times New Roman"/>
          <w:b/>
          <w:bCs/>
          <w:sz w:val="24"/>
          <w:szCs w:val="24"/>
          <w:lang w:val="en-US"/>
        </w:rPr>
        <w:t>I</w:t>
      </w:r>
      <w:r w:rsidRPr="009E72DF">
        <w:rPr>
          <w:rFonts w:ascii="Times New Roman" w:hAnsi="Times New Roman"/>
          <w:b/>
          <w:bCs/>
          <w:sz w:val="24"/>
          <w:szCs w:val="24"/>
        </w:rPr>
        <w:t>. Основы здорового образа жизни (6 ч)</w:t>
      </w:r>
    </w:p>
    <w:p w:rsidR="00242DE6" w:rsidRPr="009E72DF" w:rsidRDefault="00242DE6" w:rsidP="00F92410">
      <w:pPr>
        <w:tabs>
          <w:tab w:val="left" w:pos="1226"/>
        </w:tabs>
        <w:spacing w:after="0" w:line="240" w:lineRule="auto"/>
        <w:jc w:val="both"/>
        <w:rPr>
          <w:rFonts w:ascii="Times New Roman" w:hAnsi="Times New Roman"/>
          <w:i/>
          <w:iCs/>
          <w:spacing w:val="-10"/>
          <w:sz w:val="24"/>
          <w:szCs w:val="24"/>
        </w:rPr>
      </w:pPr>
      <w:r w:rsidRPr="009E72DF">
        <w:rPr>
          <w:rFonts w:ascii="Times New Roman" w:hAnsi="Times New Roman"/>
          <w:i/>
          <w:iCs/>
          <w:spacing w:val="-10"/>
          <w:sz w:val="24"/>
          <w:szCs w:val="24"/>
        </w:rPr>
        <w:t>Основные понятия -  «здоровье» и «здоровый образ жизни»</w:t>
      </w:r>
    </w:p>
    <w:p w:rsidR="00242DE6" w:rsidRPr="009E72DF" w:rsidRDefault="00242DE6" w:rsidP="00F9241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E72DF">
        <w:rPr>
          <w:rFonts w:ascii="Times New Roman" w:hAnsi="Times New Roman"/>
          <w:sz w:val="24"/>
          <w:szCs w:val="24"/>
        </w:rPr>
        <w:t>Понятие здоровья. Факторы, влияющие на него. Основы здорового образа жизни и безопасность человека. Режим дня. Здоровое питание. Профилактика переедания, пищевых отравлений. Инфекционные болезни. Пути передачи инфекционных заболеваний. Профилактика инфекционных заболеваний.</w:t>
      </w:r>
    </w:p>
    <w:p w:rsidR="00242DE6" w:rsidRPr="009E72DF" w:rsidRDefault="00242DE6" w:rsidP="00F92410">
      <w:pPr>
        <w:tabs>
          <w:tab w:val="left" w:pos="1234"/>
        </w:tabs>
        <w:spacing w:after="0" w:line="240" w:lineRule="auto"/>
        <w:jc w:val="both"/>
        <w:rPr>
          <w:rFonts w:ascii="Times New Roman" w:hAnsi="Times New Roman"/>
          <w:i/>
          <w:iCs/>
          <w:spacing w:val="-10"/>
          <w:sz w:val="24"/>
          <w:szCs w:val="24"/>
        </w:rPr>
      </w:pPr>
      <w:r w:rsidRPr="009E72DF">
        <w:rPr>
          <w:rFonts w:ascii="Times New Roman" w:hAnsi="Times New Roman"/>
          <w:i/>
          <w:iCs/>
          <w:spacing w:val="-10"/>
          <w:sz w:val="24"/>
          <w:szCs w:val="24"/>
        </w:rPr>
        <w:t>Вредные привычки, их влияние на здоровье. Профилактика</w:t>
      </w:r>
    </w:p>
    <w:p w:rsidR="00242DE6" w:rsidRPr="009E72DF" w:rsidRDefault="00242DE6" w:rsidP="00F9241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E72DF">
        <w:rPr>
          <w:rFonts w:ascii="Times New Roman" w:hAnsi="Times New Roman"/>
          <w:sz w:val="24"/>
          <w:szCs w:val="24"/>
        </w:rPr>
        <w:t xml:space="preserve">Курение и его влияние на состояние здоровья. Алкоголь и его влияние на </w:t>
      </w:r>
      <w:r w:rsidRPr="009E72DF">
        <w:rPr>
          <w:rFonts w:ascii="Times New Roman" w:hAnsi="Times New Roman"/>
          <w:sz w:val="24"/>
          <w:szCs w:val="24"/>
          <w:u w:val="single"/>
        </w:rPr>
        <w:t>умственную</w:t>
      </w:r>
      <w:r w:rsidRPr="009E72DF">
        <w:rPr>
          <w:rFonts w:ascii="Times New Roman" w:hAnsi="Times New Roman"/>
          <w:sz w:val="24"/>
          <w:szCs w:val="24"/>
        </w:rPr>
        <w:t xml:space="preserve"> и физическую работоспособность человека. Профилактика вредных привычек.</w:t>
      </w:r>
    </w:p>
    <w:p w:rsidR="00242DE6" w:rsidRPr="009E72DF" w:rsidRDefault="00242DE6" w:rsidP="00F92410">
      <w:pPr>
        <w:pStyle w:val="body"/>
        <w:spacing w:before="0" w:beforeAutospacing="0" w:after="0" w:afterAutospacing="0"/>
        <w:ind w:firstLine="709"/>
        <w:jc w:val="both"/>
        <w:rPr>
          <w:rStyle w:val="Strong"/>
        </w:rPr>
      </w:pPr>
    </w:p>
    <w:p w:rsidR="00242DE6" w:rsidRPr="009E72DF" w:rsidRDefault="00242DE6" w:rsidP="00E55867">
      <w:pPr>
        <w:pStyle w:val="Style9"/>
        <w:widowControl/>
        <w:jc w:val="center"/>
        <w:rPr>
          <w:rStyle w:val="FontStyle42"/>
          <w:rFonts w:ascii="Times New Roman" w:hAnsi="Times New Roman"/>
          <w:b/>
          <w:sz w:val="24"/>
        </w:rPr>
      </w:pPr>
    </w:p>
    <w:p w:rsidR="00242DE6" w:rsidRPr="009E72DF" w:rsidRDefault="00242DE6" w:rsidP="00E55867">
      <w:pPr>
        <w:pStyle w:val="Style9"/>
        <w:widowControl/>
        <w:jc w:val="center"/>
        <w:rPr>
          <w:rStyle w:val="FontStyle42"/>
          <w:rFonts w:ascii="Times New Roman" w:hAnsi="Times New Roman"/>
          <w:b/>
          <w:sz w:val="24"/>
        </w:rPr>
      </w:pPr>
      <w:r w:rsidRPr="009E72DF">
        <w:rPr>
          <w:rStyle w:val="FontStyle42"/>
          <w:rFonts w:ascii="Times New Roman" w:hAnsi="Times New Roman"/>
          <w:b/>
          <w:sz w:val="24"/>
        </w:rPr>
        <w:t>Учебно-тематический план</w:t>
      </w:r>
    </w:p>
    <w:p w:rsidR="00242DE6" w:rsidRPr="009E72DF" w:rsidRDefault="00242DE6" w:rsidP="00E55867">
      <w:pPr>
        <w:tabs>
          <w:tab w:val="left" w:pos="55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34"/>
        <w:gridCol w:w="3506"/>
        <w:gridCol w:w="1692"/>
      </w:tblGrid>
      <w:tr w:rsidR="00242DE6" w:rsidRPr="009E72DF" w:rsidTr="00E55867">
        <w:tc>
          <w:tcPr>
            <w:tcW w:w="1134" w:type="dxa"/>
          </w:tcPr>
          <w:p w:rsidR="00242DE6" w:rsidRPr="009E72DF" w:rsidRDefault="00242DE6" w:rsidP="008B38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72DF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06" w:type="dxa"/>
          </w:tcPr>
          <w:p w:rsidR="00242DE6" w:rsidRPr="009E72DF" w:rsidRDefault="00242DE6" w:rsidP="008B38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72DF">
              <w:rPr>
                <w:rFonts w:ascii="Times New Roman" w:hAnsi="Times New Roman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1692" w:type="dxa"/>
            <w:tcBorders>
              <w:right w:val="single" w:sz="4" w:space="0" w:color="auto"/>
            </w:tcBorders>
          </w:tcPr>
          <w:p w:rsidR="00242DE6" w:rsidRPr="009E72DF" w:rsidRDefault="00242DE6" w:rsidP="008B38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72DF">
              <w:rPr>
                <w:rFonts w:ascii="Times New Roman" w:hAnsi="Times New Roman"/>
                <w:b/>
                <w:sz w:val="24"/>
                <w:szCs w:val="24"/>
              </w:rPr>
              <w:t>Всего              часов</w:t>
            </w:r>
          </w:p>
        </w:tc>
      </w:tr>
      <w:tr w:rsidR="00242DE6" w:rsidRPr="009E72DF" w:rsidTr="00E55867">
        <w:tc>
          <w:tcPr>
            <w:tcW w:w="1134" w:type="dxa"/>
          </w:tcPr>
          <w:p w:rsidR="00242DE6" w:rsidRPr="009E72DF" w:rsidRDefault="00242DE6" w:rsidP="008B3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06" w:type="dxa"/>
          </w:tcPr>
          <w:p w:rsidR="00242DE6" w:rsidRPr="009E72DF" w:rsidRDefault="00242DE6" w:rsidP="00E558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9E72DF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Опасные ситуации, возникающие в повседневной жизни, правила поведения учащихся</w:t>
            </w:r>
          </w:p>
        </w:tc>
        <w:tc>
          <w:tcPr>
            <w:tcW w:w="1692" w:type="dxa"/>
            <w:tcBorders>
              <w:right w:val="single" w:sz="4" w:space="0" w:color="auto"/>
            </w:tcBorders>
          </w:tcPr>
          <w:p w:rsidR="00242DE6" w:rsidRPr="009E72DF" w:rsidRDefault="00242DE6" w:rsidP="008B38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72DF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</w:tr>
      <w:tr w:rsidR="00242DE6" w:rsidRPr="009E72DF" w:rsidTr="00E55867">
        <w:tc>
          <w:tcPr>
            <w:tcW w:w="1134" w:type="dxa"/>
          </w:tcPr>
          <w:p w:rsidR="00242DE6" w:rsidRPr="009E72DF" w:rsidRDefault="00242DE6" w:rsidP="008B3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06" w:type="dxa"/>
          </w:tcPr>
          <w:p w:rsidR="00242DE6" w:rsidRPr="009E72DF" w:rsidRDefault="00242DE6" w:rsidP="00E55867">
            <w:pPr>
              <w:spacing w:after="0" w:line="240" w:lineRule="auto"/>
              <w:rPr>
                <w:rStyle w:val="Strong"/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>Защита человека в чрезвычайных ситуациях</w:t>
            </w:r>
          </w:p>
        </w:tc>
        <w:tc>
          <w:tcPr>
            <w:tcW w:w="1692" w:type="dxa"/>
            <w:tcBorders>
              <w:right w:val="single" w:sz="4" w:space="0" w:color="auto"/>
            </w:tcBorders>
          </w:tcPr>
          <w:p w:rsidR="00242DE6" w:rsidRPr="009E72DF" w:rsidRDefault="00242DE6" w:rsidP="008B3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42DE6" w:rsidRPr="009E72DF" w:rsidTr="00E55867">
        <w:tc>
          <w:tcPr>
            <w:tcW w:w="1134" w:type="dxa"/>
          </w:tcPr>
          <w:p w:rsidR="00242DE6" w:rsidRPr="009E72DF" w:rsidRDefault="00242DE6" w:rsidP="008B3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06" w:type="dxa"/>
          </w:tcPr>
          <w:p w:rsidR="00242DE6" w:rsidRPr="009E72DF" w:rsidRDefault="00242DE6" w:rsidP="00E55867">
            <w:pPr>
              <w:spacing w:after="0" w:line="240" w:lineRule="auto"/>
              <w:rPr>
                <w:rStyle w:val="Strong"/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 xml:space="preserve">Основы здорового образа жизни </w:t>
            </w:r>
          </w:p>
        </w:tc>
        <w:tc>
          <w:tcPr>
            <w:tcW w:w="1692" w:type="dxa"/>
            <w:tcBorders>
              <w:right w:val="single" w:sz="4" w:space="0" w:color="auto"/>
            </w:tcBorders>
          </w:tcPr>
          <w:p w:rsidR="00242DE6" w:rsidRPr="009E72DF" w:rsidRDefault="00242DE6" w:rsidP="008B3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42DE6" w:rsidRPr="009E72DF" w:rsidTr="00E55867">
        <w:tc>
          <w:tcPr>
            <w:tcW w:w="1134" w:type="dxa"/>
          </w:tcPr>
          <w:p w:rsidR="00242DE6" w:rsidRPr="009E72DF" w:rsidRDefault="00242DE6" w:rsidP="008B3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6" w:type="dxa"/>
          </w:tcPr>
          <w:p w:rsidR="00242DE6" w:rsidRPr="009E72DF" w:rsidRDefault="00242DE6" w:rsidP="008B38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692" w:type="dxa"/>
            <w:tcBorders>
              <w:right w:val="single" w:sz="4" w:space="0" w:color="auto"/>
            </w:tcBorders>
          </w:tcPr>
          <w:p w:rsidR="00242DE6" w:rsidRPr="009E72DF" w:rsidRDefault="00242DE6" w:rsidP="008B38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72DF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</w:tbl>
    <w:p w:rsidR="00242DE6" w:rsidRPr="009E72DF" w:rsidRDefault="00242DE6" w:rsidP="00E55867">
      <w:pPr>
        <w:autoSpaceDE w:val="0"/>
        <w:autoSpaceDN w:val="0"/>
        <w:adjustRightInd w:val="0"/>
        <w:spacing w:after="120" w:line="240" w:lineRule="auto"/>
        <w:ind w:firstLine="709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:rsidR="00242DE6" w:rsidRPr="009E72DF" w:rsidRDefault="00242DE6" w:rsidP="00E55867">
      <w:pPr>
        <w:tabs>
          <w:tab w:val="left" w:pos="5580"/>
        </w:tabs>
        <w:spacing w:after="120" w:line="240" w:lineRule="auto"/>
        <w:ind w:right="-237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242DE6" w:rsidRPr="009E72DF" w:rsidRDefault="00242DE6" w:rsidP="00E55867">
      <w:pPr>
        <w:tabs>
          <w:tab w:val="left" w:pos="5580"/>
        </w:tabs>
        <w:spacing w:after="120" w:line="240" w:lineRule="auto"/>
        <w:ind w:left="-545" w:right="-237" w:firstLine="709"/>
        <w:jc w:val="both"/>
        <w:rPr>
          <w:rFonts w:ascii="Times New Roman" w:hAnsi="Times New Roman"/>
          <w:sz w:val="24"/>
          <w:szCs w:val="24"/>
        </w:rPr>
        <w:sectPr w:rsidR="00242DE6" w:rsidRPr="009E72DF" w:rsidSect="00F258F2">
          <w:footerReference w:type="default" r:id="rId7"/>
          <w:pgSz w:w="11906" w:h="16838"/>
          <w:pgMar w:top="1134" w:right="851" w:bottom="1134" w:left="1701" w:header="709" w:footer="709" w:gutter="0"/>
          <w:pgNumType w:start="1"/>
          <w:cols w:space="708"/>
          <w:docGrid w:linePitch="360"/>
        </w:sectPr>
      </w:pPr>
    </w:p>
    <w:p w:rsidR="00242DE6" w:rsidRPr="009E72DF" w:rsidRDefault="00242DE6" w:rsidP="00E558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  <w:r w:rsidRPr="009E72DF">
        <w:rPr>
          <w:rFonts w:ascii="Times New Roman" w:hAnsi="Times New Roman"/>
          <w:b/>
          <w:sz w:val="24"/>
          <w:szCs w:val="24"/>
        </w:rPr>
        <w:t xml:space="preserve">  2 КЛАСС</w:t>
      </w:r>
    </w:p>
    <w:p w:rsidR="00242DE6" w:rsidRPr="009E72DF" w:rsidRDefault="00242DE6" w:rsidP="00E558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0"/>
        <w:gridCol w:w="4819"/>
        <w:gridCol w:w="1134"/>
        <w:gridCol w:w="1134"/>
        <w:gridCol w:w="2268"/>
      </w:tblGrid>
      <w:tr w:rsidR="00242DE6" w:rsidRPr="009E72DF" w:rsidTr="009F2B20">
        <w:trPr>
          <w:jc w:val="center"/>
        </w:trPr>
        <w:tc>
          <w:tcPr>
            <w:tcW w:w="850" w:type="dxa"/>
            <w:vMerge w:val="restart"/>
            <w:vAlign w:val="center"/>
          </w:tcPr>
          <w:p w:rsidR="00242DE6" w:rsidRPr="009E72DF" w:rsidRDefault="00242DE6" w:rsidP="008B3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72D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72DF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819" w:type="dxa"/>
            <w:vMerge w:val="restart"/>
            <w:vAlign w:val="center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72DF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2268" w:type="dxa"/>
            <w:gridSpan w:val="2"/>
            <w:vAlign w:val="center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72DF">
              <w:rPr>
                <w:rFonts w:ascii="Times New Roman" w:hAnsi="Times New Roman"/>
                <w:b/>
                <w:sz w:val="24"/>
                <w:szCs w:val="24"/>
              </w:rPr>
              <w:t>Плановые сроки прохождения</w:t>
            </w:r>
          </w:p>
        </w:tc>
        <w:tc>
          <w:tcPr>
            <w:tcW w:w="2268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Примечания </w:t>
            </w:r>
          </w:p>
        </w:tc>
      </w:tr>
      <w:tr w:rsidR="00242DE6" w:rsidRPr="009E72DF" w:rsidTr="009F2B20">
        <w:trPr>
          <w:jc w:val="center"/>
        </w:trPr>
        <w:tc>
          <w:tcPr>
            <w:tcW w:w="850" w:type="dxa"/>
            <w:vMerge/>
            <w:vAlign w:val="center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72DF">
              <w:rPr>
                <w:rFonts w:ascii="Times New Roman" w:hAnsi="Times New Roman"/>
                <w:b/>
                <w:sz w:val="24"/>
                <w:szCs w:val="24"/>
              </w:rPr>
              <w:t>план.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72DF">
              <w:rPr>
                <w:rFonts w:ascii="Times New Roman" w:hAnsi="Times New Roman"/>
                <w:b/>
                <w:sz w:val="24"/>
                <w:szCs w:val="24"/>
              </w:rPr>
              <w:t>факт.</w:t>
            </w:r>
          </w:p>
        </w:tc>
        <w:tc>
          <w:tcPr>
            <w:tcW w:w="2268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42DE6" w:rsidRPr="009E72DF" w:rsidTr="009F2B20">
        <w:trPr>
          <w:jc w:val="center"/>
        </w:trPr>
        <w:tc>
          <w:tcPr>
            <w:tcW w:w="850" w:type="dxa"/>
            <w:vAlign w:val="center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242DE6" w:rsidRPr="009E72DF" w:rsidRDefault="00242DE6" w:rsidP="008B38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>Тренинг поведения обучающихся в случаях возникновения пожаров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03.09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DE6" w:rsidRPr="009E72DF" w:rsidTr="009F2B20">
        <w:trPr>
          <w:jc w:val="center"/>
        </w:trPr>
        <w:tc>
          <w:tcPr>
            <w:tcW w:w="850" w:type="dxa"/>
            <w:vAlign w:val="center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242DE6" w:rsidRPr="009E72DF" w:rsidRDefault="00242DE6" w:rsidP="008B38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E72DF">
              <w:rPr>
                <w:rStyle w:val="Emphasis"/>
                <w:rFonts w:ascii="Times New Roman" w:hAnsi="Times New Roman"/>
                <w:iCs/>
                <w:sz w:val="24"/>
                <w:szCs w:val="24"/>
              </w:rPr>
              <w:t>      </w:t>
            </w:r>
            <w:r w:rsidRPr="009E72DF">
              <w:rPr>
                <w:rFonts w:ascii="Times New Roman" w:hAnsi="Times New Roman"/>
                <w:sz w:val="24"/>
                <w:szCs w:val="24"/>
              </w:rPr>
              <w:t>Огонь и человек: источники возмож</w:t>
            </w:r>
            <w:r>
              <w:rPr>
                <w:rFonts w:ascii="Times New Roman" w:hAnsi="Times New Roman"/>
                <w:sz w:val="24"/>
                <w:szCs w:val="24"/>
              </w:rPr>
              <w:t>ной опасности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DE6" w:rsidRPr="009E72DF" w:rsidTr="009F2B20">
        <w:trPr>
          <w:jc w:val="center"/>
        </w:trPr>
        <w:tc>
          <w:tcPr>
            <w:tcW w:w="850" w:type="dxa"/>
            <w:vAlign w:val="center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:rsidR="00242DE6" w:rsidRPr="009E72DF" w:rsidRDefault="00242DE6" w:rsidP="008B38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E72DF">
              <w:rPr>
                <w:rStyle w:val="Emphasis"/>
                <w:rFonts w:ascii="Times New Roman" w:hAnsi="Times New Roman"/>
                <w:iCs/>
                <w:sz w:val="24"/>
                <w:szCs w:val="24"/>
              </w:rPr>
              <w:t>      </w:t>
            </w:r>
            <w:r w:rsidRPr="009E72DF">
              <w:rPr>
                <w:rFonts w:ascii="Times New Roman" w:hAnsi="Times New Roman"/>
                <w:sz w:val="24"/>
                <w:szCs w:val="24"/>
              </w:rPr>
              <w:t>Пожар в общественных местах, причина пожаров.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17.09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DE6" w:rsidRPr="009E72DF" w:rsidTr="009F2B20">
        <w:trPr>
          <w:jc w:val="center"/>
        </w:trPr>
        <w:tc>
          <w:tcPr>
            <w:tcW w:w="850" w:type="dxa"/>
            <w:vAlign w:val="center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242DE6" w:rsidRPr="009E72DF" w:rsidRDefault="00242DE6" w:rsidP="00BC35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 xml:space="preserve">Безопасность пассажиров. Поведение при угрозе и во время аварии. 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DE6" w:rsidRPr="009E72DF" w:rsidTr="009F2B20">
        <w:trPr>
          <w:jc w:val="center"/>
        </w:trPr>
        <w:tc>
          <w:tcPr>
            <w:tcW w:w="850" w:type="dxa"/>
            <w:vAlign w:val="center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</w:tcPr>
          <w:p w:rsidR="00242DE6" w:rsidRPr="009E72DF" w:rsidRDefault="00242DE6" w:rsidP="008B38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>Правила поведения при возникновении по</w:t>
            </w:r>
            <w:r>
              <w:rPr>
                <w:rFonts w:ascii="Times New Roman" w:hAnsi="Times New Roman"/>
                <w:sz w:val="24"/>
                <w:szCs w:val="24"/>
              </w:rPr>
              <w:t>жара в общественном транспорте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DE6" w:rsidRPr="009E72DF" w:rsidTr="009F2B20">
        <w:trPr>
          <w:jc w:val="center"/>
        </w:trPr>
        <w:tc>
          <w:tcPr>
            <w:tcW w:w="850" w:type="dxa"/>
            <w:vAlign w:val="center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242DE6" w:rsidRPr="009E72DF" w:rsidRDefault="00242DE6" w:rsidP="00BC35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 xml:space="preserve">Пожар в общественных местах и его причины. 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08.10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DE6" w:rsidRPr="009E72DF" w:rsidTr="009F2B20">
        <w:trPr>
          <w:jc w:val="center"/>
        </w:trPr>
        <w:tc>
          <w:tcPr>
            <w:tcW w:w="850" w:type="dxa"/>
            <w:vAlign w:val="center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</w:tcPr>
          <w:p w:rsidR="00242DE6" w:rsidRPr="009E72DF" w:rsidRDefault="00242DE6" w:rsidP="008B3879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 xml:space="preserve">Навыки безопасного поведения при пожаре. 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DE6" w:rsidRPr="009E72DF" w:rsidTr="009F2B20">
        <w:trPr>
          <w:jc w:val="center"/>
        </w:trPr>
        <w:tc>
          <w:tcPr>
            <w:tcW w:w="850" w:type="dxa"/>
            <w:vAlign w:val="center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</w:tcPr>
          <w:p w:rsidR="00242DE6" w:rsidRPr="009E72DF" w:rsidRDefault="00242DE6" w:rsidP="008B3879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 xml:space="preserve">Безопасное поведение в доме. 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22.10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DE6" w:rsidRPr="009E72DF" w:rsidTr="009F2B20">
        <w:trPr>
          <w:jc w:val="center"/>
        </w:trPr>
        <w:tc>
          <w:tcPr>
            <w:tcW w:w="850" w:type="dxa"/>
            <w:vAlign w:val="center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</w:tcPr>
          <w:p w:rsidR="00242DE6" w:rsidRPr="009E72DF" w:rsidRDefault="00242DE6" w:rsidP="00BC35AF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>Меры безопасности при польз</w:t>
            </w:r>
            <w:r>
              <w:rPr>
                <w:rFonts w:ascii="Times New Roman" w:hAnsi="Times New Roman"/>
                <w:sz w:val="24"/>
                <w:szCs w:val="24"/>
              </w:rPr>
              <w:t>овании предметами бытовой химии</w:t>
            </w:r>
            <w:r w:rsidRPr="009E72D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29.10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DE6" w:rsidRPr="009E72DF" w:rsidTr="009F2B20">
        <w:trPr>
          <w:jc w:val="center"/>
        </w:trPr>
        <w:tc>
          <w:tcPr>
            <w:tcW w:w="850" w:type="dxa"/>
            <w:vAlign w:val="center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</w:tcPr>
          <w:p w:rsidR="00242DE6" w:rsidRPr="009E72DF" w:rsidRDefault="00242DE6" w:rsidP="008B3879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>Правила безопасности при пользовании э</w:t>
            </w:r>
            <w:r>
              <w:rPr>
                <w:rFonts w:ascii="Times New Roman" w:hAnsi="Times New Roman"/>
                <w:sz w:val="24"/>
                <w:szCs w:val="24"/>
              </w:rPr>
              <w:t>лектрическими приборами</w:t>
            </w:r>
            <w:r w:rsidRPr="009E72D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DE6" w:rsidRPr="009E72DF" w:rsidTr="009F2B20">
        <w:trPr>
          <w:jc w:val="center"/>
        </w:trPr>
        <w:tc>
          <w:tcPr>
            <w:tcW w:w="850" w:type="dxa"/>
            <w:vAlign w:val="center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</w:tcPr>
          <w:p w:rsidR="00242DE6" w:rsidRPr="009E72DF" w:rsidRDefault="00242DE6" w:rsidP="00BC35AF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>Правила поведения человека у объектов электроэнергетики.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19.11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DE6" w:rsidRPr="009E72DF" w:rsidTr="009F2B20">
        <w:trPr>
          <w:jc w:val="center"/>
        </w:trPr>
        <w:tc>
          <w:tcPr>
            <w:tcW w:w="850" w:type="dxa"/>
            <w:vAlign w:val="center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</w:tcPr>
          <w:p w:rsidR="00242DE6" w:rsidRPr="009E72DF" w:rsidRDefault="00242DE6" w:rsidP="008B3879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BC35AF">
              <w:rPr>
                <w:rFonts w:ascii="Times New Roman" w:hAnsi="Times New Roman"/>
                <w:sz w:val="24"/>
                <w:szCs w:val="24"/>
              </w:rPr>
              <w:t>Правила поведения человека у объектов электроэнергетики.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DE6" w:rsidRPr="009E72DF" w:rsidTr="009F2B20">
        <w:trPr>
          <w:jc w:val="center"/>
        </w:trPr>
        <w:tc>
          <w:tcPr>
            <w:tcW w:w="850" w:type="dxa"/>
            <w:vAlign w:val="center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</w:tcPr>
          <w:p w:rsidR="00242DE6" w:rsidRPr="009E72DF" w:rsidRDefault="00242DE6" w:rsidP="008B3879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>Правила поведения людей при приближении и прохождении грозового фронта.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03.12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DE6" w:rsidRPr="009E72DF" w:rsidTr="009F2B20">
        <w:trPr>
          <w:jc w:val="center"/>
        </w:trPr>
        <w:tc>
          <w:tcPr>
            <w:tcW w:w="850" w:type="dxa"/>
            <w:vAlign w:val="center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</w:tcPr>
          <w:p w:rsidR="00242DE6" w:rsidRPr="009E72DF" w:rsidRDefault="00242DE6" w:rsidP="00BC35AF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 xml:space="preserve">Соблюдение мер безопасности при пользовании электрическими приборами в быту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DE6" w:rsidRPr="009E72DF" w:rsidTr="009F2B20">
        <w:trPr>
          <w:jc w:val="center"/>
        </w:trPr>
        <w:tc>
          <w:tcPr>
            <w:tcW w:w="850" w:type="dxa"/>
            <w:vAlign w:val="center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</w:tcPr>
          <w:p w:rsidR="00242DE6" w:rsidRPr="009E72DF" w:rsidRDefault="00242DE6" w:rsidP="00BC35AF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 xml:space="preserve">Правила безопасности при пользовании при пользовании газовыми приборами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DE6" w:rsidRPr="009E72DF" w:rsidTr="009F2B20">
        <w:trPr>
          <w:jc w:val="center"/>
        </w:trPr>
        <w:tc>
          <w:tcPr>
            <w:tcW w:w="850" w:type="dxa"/>
            <w:vAlign w:val="center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</w:tcPr>
          <w:p w:rsidR="00242DE6" w:rsidRPr="009E72DF" w:rsidRDefault="00242DE6" w:rsidP="00BC35AF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 xml:space="preserve">Соблюдение мер безопасности при пользовании газовыми приборами 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DE6" w:rsidRPr="009E72DF" w:rsidTr="009F2B20">
        <w:trPr>
          <w:jc w:val="center"/>
        </w:trPr>
        <w:tc>
          <w:tcPr>
            <w:tcW w:w="850" w:type="dxa"/>
            <w:vAlign w:val="center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</w:tcPr>
          <w:p w:rsidR="00242DE6" w:rsidRPr="009E72DF" w:rsidRDefault="00242DE6" w:rsidP="00BC35AF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 xml:space="preserve">Соблюдение мер безопасности при пользовании печным отоплением 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14.01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DE6" w:rsidRPr="009E72DF" w:rsidTr="009F2B20">
        <w:trPr>
          <w:jc w:val="center"/>
        </w:trPr>
        <w:tc>
          <w:tcPr>
            <w:tcW w:w="850" w:type="dxa"/>
            <w:vAlign w:val="center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</w:tcPr>
          <w:p w:rsidR="00242DE6" w:rsidRPr="009E72DF" w:rsidRDefault="00242DE6" w:rsidP="008B3879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>Как растопить печку или как разжечь костер.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21.01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DE6" w:rsidRPr="009E72DF" w:rsidTr="009F2B20">
        <w:trPr>
          <w:jc w:val="center"/>
        </w:trPr>
        <w:tc>
          <w:tcPr>
            <w:tcW w:w="850" w:type="dxa"/>
            <w:vAlign w:val="center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819" w:type="dxa"/>
          </w:tcPr>
          <w:p w:rsidR="00242DE6" w:rsidRPr="009E72DF" w:rsidRDefault="00242DE6" w:rsidP="00BC35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 xml:space="preserve">Первая доврачебная помощь при поражении электрическим током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28.01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DE6" w:rsidRPr="009E72DF" w:rsidTr="009F2B20">
        <w:trPr>
          <w:jc w:val="center"/>
        </w:trPr>
        <w:tc>
          <w:tcPr>
            <w:tcW w:w="850" w:type="dxa"/>
            <w:vAlign w:val="center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819" w:type="dxa"/>
          </w:tcPr>
          <w:p w:rsidR="00242DE6" w:rsidRPr="009E72DF" w:rsidRDefault="00242DE6" w:rsidP="00BC35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>Первая доврачебная помощь при отравлении газами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04.02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DE6" w:rsidRPr="009E72DF" w:rsidTr="009F2B20">
        <w:trPr>
          <w:jc w:val="center"/>
        </w:trPr>
        <w:tc>
          <w:tcPr>
            <w:tcW w:w="850" w:type="dxa"/>
            <w:vAlign w:val="center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819" w:type="dxa"/>
          </w:tcPr>
          <w:p w:rsidR="00242DE6" w:rsidRPr="009E72DF" w:rsidRDefault="00242DE6" w:rsidP="008B38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i/>
                <w:sz w:val="24"/>
                <w:szCs w:val="24"/>
              </w:rPr>
              <w:t>Игра – тест</w:t>
            </w:r>
            <w:r w:rsidRPr="009E72DF">
              <w:rPr>
                <w:rFonts w:ascii="Times New Roman" w:hAnsi="Times New Roman"/>
                <w:sz w:val="24"/>
                <w:szCs w:val="24"/>
              </w:rPr>
              <w:t xml:space="preserve"> «Опасные шалости и игрушки»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DE6" w:rsidRPr="009E72DF" w:rsidTr="009F2B20">
        <w:trPr>
          <w:jc w:val="center"/>
        </w:trPr>
        <w:tc>
          <w:tcPr>
            <w:tcW w:w="850" w:type="dxa"/>
            <w:vAlign w:val="center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819" w:type="dxa"/>
          </w:tcPr>
          <w:p w:rsidR="00242DE6" w:rsidRPr="009E72DF" w:rsidRDefault="00242DE6" w:rsidP="008B3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 xml:space="preserve">Профилактика возможных ситуаций в быту. 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18.02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DE6" w:rsidRPr="009E72DF" w:rsidTr="009F2B20">
        <w:trPr>
          <w:jc w:val="center"/>
        </w:trPr>
        <w:tc>
          <w:tcPr>
            <w:tcW w:w="850" w:type="dxa"/>
            <w:vAlign w:val="center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819" w:type="dxa"/>
          </w:tcPr>
          <w:p w:rsidR="00242DE6" w:rsidRPr="009E72DF" w:rsidRDefault="00242DE6" w:rsidP="008B3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>ИГРА-ПУ</w:t>
            </w:r>
            <w:r>
              <w:rPr>
                <w:rFonts w:ascii="Times New Roman" w:hAnsi="Times New Roman"/>
                <w:sz w:val="24"/>
                <w:szCs w:val="24"/>
              </w:rPr>
              <w:t>ТЕШЕСТВИЕ в СТРАНУ БЕЗОПАСНОСТИ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25.02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DE6" w:rsidRPr="009E72DF" w:rsidTr="009F2B20">
        <w:trPr>
          <w:jc w:val="center"/>
        </w:trPr>
        <w:tc>
          <w:tcPr>
            <w:tcW w:w="850" w:type="dxa"/>
            <w:vAlign w:val="center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819" w:type="dxa"/>
          </w:tcPr>
          <w:p w:rsidR="00242DE6" w:rsidRPr="009E72DF" w:rsidRDefault="00242DE6" w:rsidP="008B38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>Чрезвычайные ситуации природного происхождения – стихийные бедствия.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04.03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DE6" w:rsidRPr="009E72DF" w:rsidTr="009F2B20">
        <w:trPr>
          <w:jc w:val="center"/>
        </w:trPr>
        <w:tc>
          <w:tcPr>
            <w:tcW w:w="850" w:type="dxa"/>
            <w:vAlign w:val="center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819" w:type="dxa"/>
          </w:tcPr>
          <w:p w:rsidR="00242DE6" w:rsidRPr="009E72DF" w:rsidRDefault="00242DE6" w:rsidP="00BC35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 xml:space="preserve">Организация оповещения населения о чрезвычайных ситуациях. 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11.03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DE6" w:rsidRPr="009E72DF" w:rsidTr="009F2B20">
        <w:trPr>
          <w:jc w:val="center"/>
        </w:trPr>
        <w:tc>
          <w:tcPr>
            <w:tcW w:w="850" w:type="dxa"/>
            <w:vAlign w:val="center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819" w:type="dxa"/>
          </w:tcPr>
          <w:p w:rsidR="00242DE6" w:rsidRPr="009E72DF" w:rsidRDefault="00242DE6" w:rsidP="008B38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>Примеры стихийных бедствий. Их последствия, мероприятия по защите.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DE6" w:rsidRPr="009E72DF" w:rsidTr="009F2B20">
        <w:trPr>
          <w:jc w:val="center"/>
        </w:trPr>
        <w:tc>
          <w:tcPr>
            <w:tcW w:w="850" w:type="dxa"/>
            <w:vAlign w:val="center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819" w:type="dxa"/>
          </w:tcPr>
          <w:p w:rsidR="00242DE6" w:rsidRPr="009E72DF" w:rsidRDefault="00242DE6" w:rsidP="00BC35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Лесные пожары. Причины.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01.04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DE6" w:rsidRPr="009E72DF" w:rsidTr="009F2B20">
        <w:trPr>
          <w:jc w:val="center"/>
        </w:trPr>
        <w:tc>
          <w:tcPr>
            <w:tcW w:w="850" w:type="dxa"/>
            <w:vAlign w:val="center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819" w:type="dxa"/>
          </w:tcPr>
          <w:p w:rsidR="00242DE6" w:rsidRPr="009E72DF" w:rsidRDefault="00242DE6" w:rsidP="00BC35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 xml:space="preserve">Действия школьников по предупреждению лесных пожаров 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08.04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DE6" w:rsidRPr="009E72DF" w:rsidTr="009F2B20">
        <w:trPr>
          <w:jc w:val="center"/>
        </w:trPr>
        <w:tc>
          <w:tcPr>
            <w:tcW w:w="850" w:type="dxa"/>
            <w:vAlign w:val="center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819" w:type="dxa"/>
          </w:tcPr>
          <w:p w:rsidR="00242DE6" w:rsidRPr="009E72DF" w:rsidRDefault="00242DE6" w:rsidP="008B38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 xml:space="preserve">Правила пожарной безопасности и средства защиты органов дыхания. 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DE6" w:rsidRPr="009E72DF" w:rsidTr="009F2B20">
        <w:trPr>
          <w:jc w:val="center"/>
        </w:trPr>
        <w:tc>
          <w:tcPr>
            <w:tcW w:w="850" w:type="dxa"/>
            <w:vAlign w:val="center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819" w:type="dxa"/>
          </w:tcPr>
          <w:p w:rsidR="00242DE6" w:rsidRPr="009E72DF" w:rsidRDefault="00242DE6" w:rsidP="008B3879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 xml:space="preserve">Организация оповещения населения о чрезвычайных ситуациях. 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DE6" w:rsidRPr="009E72DF" w:rsidTr="009F2B20">
        <w:trPr>
          <w:jc w:val="center"/>
        </w:trPr>
        <w:tc>
          <w:tcPr>
            <w:tcW w:w="850" w:type="dxa"/>
            <w:vAlign w:val="center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819" w:type="dxa"/>
          </w:tcPr>
          <w:p w:rsidR="00242DE6" w:rsidRPr="009E72DF" w:rsidRDefault="00242DE6" w:rsidP="008B38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 xml:space="preserve">Тренинг поведения обучающихся в случаях возникновения пожаров. 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DE6" w:rsidRPr="009E72DF" w:rsidTr="009F2B20">
        <w:trPr>
          <w:jc w:val="center"/>
        </w:trPr>
        <w:tc>
          <w:tcPr>
            <w:tcW w:w="850" w:type="dxa"/>
            <w:vAlign w:val="center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819" w:type="dxa"/>
          </w:tcPr>
          <w:p w:rsidR="00242DE6" w:rsidRPr="009E72DF" w:rsidRDefault="00242DE6" w:rsidP="00BC35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 xml:space="preserve">Понятие здоровья. Факторы, влияющие на него. </w:t>
            </w:r>
          </w:p>
        </w:tc>
        <w:tc>
          <w:tcPr>
            <w:tcW w:w="1134" w:type="dxa"/>
          </w:tcPr>
          <w:p w:rsidR="00242DE6" w:rsidRPr="009E72DF" w:rsidRDefault="00242DE6" w:rsidP="000F1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DE6" w:rsidRPr="009E72DF" w:rsidTr="009F2B20">
        <w:trPr>
          <w:jc w:val="center"/>
        </w:trPr>
        <w:tc>
          <w:tcPr>
            <w:tcW w:w="850" w:type="dxa"/>
            <w:vAlign w:val="center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819" w:type="dxa"/>
          </w:tcPr>
          <w:p w:rsidR="00242DE6" w:rsidRPr="009E72DF" w:rsidRDefault="00242DE6" w:rsidP="008B3879">
            <w:pPr>
              <w:spacing w:after="0" w:line="240" w:lineRule="auto"/>
              <w:ind w:right="-5"/>
              <w:jc w:val="both"/>
              <w:rPr>
                <w:rStyle w:val="Strong"/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>Режим дня.</w:t>
            </w:r>
          </w:p>
        </w:tc>
        <w:tc>
          <w:tcPr>
            <w:tcW w:w="1134" w:type="dxa"/>
          </w:tcPr>
          <w:p w:rsidR="00242DE6" w:rsidRPr="009E72DF" w:rsidRDefault="00242DE6" w:rsidP="000F1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DE6" w:rsidRPr="009E72DF" w:rsidTr="009F2B20">
        <w:trPr>
          <w:trHeight w:val="835"/>
          <w:jc w:val="center"/>
        </w:trPr>
        <w:tc>
          <w:tcPr>
            <w:tcW w:w="850" w:type="dxa"/>
            <w:vAlign w:val="center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819" w:type="dxa"/>
          </w:tcPr>
          <w:p w:rsidR="00242DE6" w:rsidRPr="009E72DF" w:rsidRDefault="00242DE6" w:rsidP="00BC35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2DF">
              <w:rPr>
                <w:rFonts w:ascii="Times New Roman" w:hAnsi="Times New Roman"/>
                <w:sz w:val="24"/>
                <w:szCs w:val="24"/>
              </w:rPr>
              <w:t>Здоровое питание.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242DE6" w:rsidRPr="009E72DF" w:rsidRDefault="00242DE6" w:rsidP="000F1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DE6" w:rsidRPr="009E72DF" w:rsidTr="009F2B20">
        <w:trPr>
          <w:trHeight w:val="835"/>
          <w:jc w:val="center"/>
        </w:trPr>
        <w:tc>
          <w:tcPr>
            <w:tcW w:w="850" w:type="dxa"/>
            <w:vAlign w:val="center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819" w:type="dxa"/>
          </w:tcPr>
          <w:p w:rsidR="00242DE6" w:rsidRPr="009E72DF" w:rsidRDefault="00242DE6" w:rsidP="00BC35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Впереди лето.</w:t>
            </w:r>
            <w:bookmarkStart w:id="0" w:name="_GoBack"/>
            <w:bookmarkEnd w:id="0"/>
          </w:p>
        </w:tc>
        <w:tc>
          <w:tcPr>
            <w:tcW w:w="1134" w:type="dxa"/>
          </w:tcPr>
          <w:p w:rsidR="00242DE6" w:rsidRDefault="00242DE6" w:rsidP="000F1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27.05</w:t>
            </w:r>
          </w:p>
        </w:tc>
        <w:tc>
          <w:tcPr>
            <w:tcW w:w="1134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42DE6" w:rsidRPr="009E72DF" w:rsidRDefault="00242DE6" w:rsidP="008B3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42DE6" w:rsidRPr="009E72DF" w:rsidRDefault="00242DE6">
      <w:pPr>
        <w:rPr>
          <w:rFonts w:ascii="Times New Roman" w:hAnsi="Times New Roman"/>
          <w:sz w:val="24"/>
          <w:szCs w:val="24"/>
        </w:rPr>
      </w:pPr>
    </w:p>
    <w:sectPr w:rsidR="00242DE6" w:rsidRPr="009E72DF" w:rsidSect="002857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DE6" w:rsidRDefault="00242DE6">
      <w:pPr>
        <w:spacing w:after="0" w:line="240" w:lineRule="auto"/>
      </w:pPr>
      <w:r>
        <w:separator/>
      </w:r>
    </w:p>
  </w:endnote>
  <w:endnote w:type="continuationSeparator" w:id="0">
    <w:p w:rsidR="00242DE6" w:rsidRDefault="00242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DE6" w:rsidRDefault="00242DE6">
    <w:pPr>
      <w:pStyle w:val="Footer"/>
      <w:jc w:val="right"/>
    </w:pPr>
    <w:fldSimple w:instr="PAGE   \* MERGEFORMAT">
      <w:r>
        <w:rPr>
          <w:noProof/>
        </w:rPr>
        <w:t>1</w:t>
      </w:r>
    </w:fldSimple>
  </w:p>
  <w:p w:rsidR="00242DE6" w:rsidRDefault="00242DE6" w:rsidP="00F258F2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DE6" w:rsidRDefault="00242DE6">
      <w:pPr>
        <w:spacing w:after="0" w:line="240" w:lineRule="auto"/>
      </w:pPr>
      <w:r>
        <w:separator/>
      </w:r>
    </w:p>
  </w:footnote>
  <w:footnote w:type="continuationSeparator" w:id="0">
    <w:p w:rsidR="00242DE6" w:rsidRDefault="00242D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1568"/>
    <w:rsid w:val="000947FA"/>
    <w:rsid w:val="000F1C1F"/>
    <w:rsid w:val="00242DE6"/>
    <w:rsid w:val="0028573F"/>
    <w:rsid w:val="00365DED"/>
    <w:rsid w:val="0045798D"/>
    <w:rsid w:val="00852D1D"/>
    <w:rsid w:val="008B3879"/>
    <w:rsid w:val="009B593B"/>
    <w:rsid w:val="009E72DF"/>
    <w:rsid w:val="009F2B20"/>
    <w:rsid w:val="00BC35AF"/>
    <w:rsid w:val="00C50B0E"/>
    <w:rsid w:val="00D13392"/>
    <w:rsid w:val="00D4661E"/>
    <w:rsid w:val="00DB01AF"/>
    <w:rsid w:val="00E55867"/>
    <w:rsid w:val="00F01568"/>
    <w:rsid w:val="00F258F2"/>
    <w:rsid w:val="00F92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86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rsid w:val="00E55867"/>
    <w:pPr>
      <w:widowControl w:val="0"/>
      <w:suppressAutoHyphens/>
      <w:spacing w:after="120" w:line="240" w:lineRule="auto"/>
    </w:pPr>
    <w:rPr>
      <w:rFonts w:ascii="Times" w:hAnsi="Times"/>
      <w:kern w:val="1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55867"/>
    <w:rPr>
      <w:rFonts w:ascii="Times" w:eastAsia="Times New Roman" w:hAnsi="Times" w:cs="Times New Roman"/>
      <w:kern w:val="1"/>
      <w:sz w:val="16"/>
      <w:szCs w:val="16"/>
    </w:rPr>
  </w:style>
  <w:style w:type="character" w:styleId="Strong">
    <w:name w:val="Strong"/>
    <w:basedOn w:val="DefaultParagraphFont"/>
    <w:uiPriority w:val="99"/>
    <w:qFormat/>
    <w:rsid w:val="00E55867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E55867"/>
    <w:rPr>
      <w:rFonts w:cs="Times New Roman"/>
      <w:i/>
    </w:rPr>
  </w:style>
  <w:style w:type="paragraph" w:styleId="Footer">
    <w:name w:val="footer"/>
    <w:basedOn w:val="Normal"/>
    <w:link w:val="FooterChar"/>
    <w:uiPriority w:val="99"/>
    <w:rsid w:val="00E55867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55867"/>
    <w:rPr>
      <w:rFonts w:ascii="Calibri" w:hAnsi="Calibri" w:cs="Times New Roman"/>
      <w:lang w:eastAsia="ru-RU"/>
    </w:rPr>
  </w:style>
  <w:style w:type="paragraph" w:customStyle="1" w:styleId="Style9">
    <w:name w:val="Style9"/>
    <w:basedOn w:val="Normal"/>
    <w:uiPriority w:val="99"/>
    <w:rsid w:val="00E5586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42">
    <w:name w:val="Font Style42"/>
    <w:uiPriority w:val="99"/>
    <w:rsid w:val="00E55867"/>
    <w:rPr>
      <w:rFonts w:ascii="Microsoft Sans Serif" w:hAnsi="Microsoft Sans Serif"/>
      <w:sz w:val="28"/>
    </w:rPr>
  </w:style>
  <w:style w:type="paragraph" w:customStyle="1" w:styleId="1">
    <w:name w:val="Без интервала1"/>
    <w:uiPriority w:val="99"/>
    <w:rsid w:val="00E55867"/>
    <w:rPr>
      <w:rFonts w:eastAsia="Times New Roman"/>
      <w:lang w:eastAsia="en-US"/>
    </w:rPr>
  </w:style>
  <w:style w:type="paragraph" w:customStyle="1" w:styleId="body">
    <w:name w:val="body"/>
    <w:basedOn w:val="Normal"/>
    <w:uiPriority w:val="99"/>
    <w:rsid w:val="00F924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5</Pages>
  <Words>1143</Words>
  <Characters>6517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11</cp:revision>
  <dcterms:created xsi:type="dcterms:W3CDTF">2020-09-14T17:10:00Z</dcterms:created>
  <dcterms:modified xsi:type="dcterms:W3CDTF">2020-12-13T17:30:00Z</dcterms:modified>
</cp:coreProperties>
</file>